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CC" w:rsidRDefault="00D92BCC" w:rsidP="00E14843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</w:p>
    <w:p w:rsidR="00D92BCC" w:rsidRDefault="00D92BCC" w:rsidP="00E14843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:rsidR="00D92BCC" w:rsidRPr="00402694" w:rsidRDefault="00D92BCC" w:rsidP="00E14843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D92BCC" w:rsidRPr="00402694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D92BCC" w:rsidRPr="00402694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D92BCC" w:rsidRPr="00402694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D92BCC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D92BCC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D92BCC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5F55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№425</w:t>
      </w:r>
    </w:p>
    <w:p w:rsidR="00D92BCC" w:rsidRPr="00655F55" w:rsidRDefault="00D92BCC" w:rsidP="00E148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92BCC" w:rsidRDefault="00D92BCC" w:rsidP="00796530">
      <w:pPr>
        <w:pStyle w:val="Heading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32"/>
          <w:szCs w:val="32"/>
          <w:lang w:val="uk-UA"/>
        </w:rPr>
      </w:pPr>
      <w:r>
        <w:rPr>
          <w:szCs w:val="28"/>
          <w:lang w:val="uk-UA"/>
        </w:rPr>
        <w:t xml:space="preserve">    27 грудня 2016 року                                                            20 сесія 7 скликання</w:t>
      </w:r>
    </w:p>
    <w:p w:rsidR="00D92BCC" w:rsidRPr="00402694" w:rsidRDefault="00D92BCC" w:rsidP="00E14843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92BCC" w:rsidRPr="00BF2911" w:rsidRDefault="00D92BCC" w:rsidP="00E14843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технічної документації з нормативної гр</w:t>
      </w:r>
      <w:r>
        <w:rPr>
          <w:rFonts w:ascii="Times New Roman" w:hAnsi="Times New Roman"/>
          <w:b/>
          <w:sz w:val="28"/>
          <w:szCs w:val="28"/>
          <w:lang w:val="uk-UA"/>
        </w:rPr>
        <w:t>ошової оцінки земельних ділянок, що знаходяться у власності громадян на території Пултівецької сільської ради Вінницького району Вінницької області</w:t>
      </w:r>
    </w:p>
    <w:p w:rsidR="00D92BCC" w:rsidRPr="00402694" w:rsidRDefault="00D92BCC" w:rsidP="00E14843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92BCC" w:rsidRDefault="00D92BCC" w:rsidP="00E14843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5763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, враховуючи висновки державної експертизи землевпорядної документації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02694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2428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22.11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D92BCC" w:rsidRPr="00402694" w:rsidRDefault="00D92BCC" w:rsidP="00E14843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BCC" w:rsidRDefault="00D92BCC" w:rsidP="00E14843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D92BCC" w:rsidRPr="00402694" w:rsidRDefault="00D92BCC" w:rsidP="00E14843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92BCC" w:rsidRPr="00402694" w:rsidRDefault="00D92BCC" w:rsidP="00E14843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Затвердити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5763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2,0174 га"/>
        </w:smartTagPr>
        <w:r>
          <w:rPr>
            <w:rFonts w:ascii="Times New Roman" w:hAnsi="Times New Roman"/>
            <w:sz w:val="28"/>
            <w:szCs w:val="28"/>
            <w:lang w:val="uk-UA"/>
          </w:rPr>
          <w:t>2,0174 га</w:t>
        </w:r>
      </w:smartTag>
      <w:r>
        <w:rPr>
          <w:rFonts w:ascii="Times New Roman" w:hAnsi="Times New Roman"/>
          <w:sz w:val="28"/>
          <w:szCs w:val="28"/>
          <w:lang w:val="uk-UA"/>
        </w:rPr>
        <w:t>, з визначеною сумою 52876 грн. 00 коп. (п’ятдесят дві тисячі вісімсот сімдесят шість гривень 00 коп.</w:t>
      </w:r>
      <w:r w:rsidRPr="00402694">
        <w:rPr>
          <w:rFonts w:ascii="Times New Roman" w:hAnsi="Times New Roman"/>
          <w:sz w:val="28"/>
          <w:szCs w:val="28"/>
          <w:lang w:val="uk-UA"/>
        </w:rPr>
        <w:t>).</w:t>
      </w:r>
    </w:p>
    <w:p w:rsidR="00D92BCC" w:rsidRDefault="00D92BCC" w:rsidP="00E14843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D92BCC" w:rsidRPr="00402694" w:rsidRDefault="00D92BCC" w:rsidP="00E14843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BCC" w:rsidRPr="00402694" w:rsidRDefault="00D92BCC" w:rsidP="00E14843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D92BCC" w:rsidRPr="00402694" w:rsidRDefault="00D92BCC" w:rsidP="00E148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D92BCC" w:rsidRPr="00402694" w:rsidRDefault="00D92BCC" w:rsidP="00E148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D92BCC" w:rsidRPr="00402694" w:rsidRDefault="00D92BCC" w:rsidP="00E148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D92BCC" w:rsidRPr="00402694" w:rsidRDefault="00D92BCC" w:rsidP="00E14843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p w:rsidR="00D92BCC" w:rsidRPr="00E14843" w:rsidRDefault="00D92BCC">
      <w:pPr>
        <w:rPr>
          <w:lang w:val="uk-UA"/>
        </w:rPr>
      </w:pPr>
    </w:p>
    <w:sectPr w:rsidR="00D92BCC" w:rsidRPr="00E14843" w:rsidSect="005B595F">
      <w:pgSz w:w="11906" w:h="16838"/>
      <w:pgMar w:top="1258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843"/>
    <w:rsid w:val="00077664"/>
    <w:rsid w:val="000C1390"/>
    <w:rsid w:val="00160374"/>
    <w:rsid w:val="00252E9D"/>
    <w:rsid w:val="003B7DAB"/>
    <w:rsid w:val="003E5763"/>
    <w:rsid w:val="00402694"/>
    <w:rsid w:val="00432AA5"/>
    <w:rsid w:val="0052331B"/>
    <w:rsid w:val="0057718A"/>
    <w:rsid w:val="005B595F"/>
    <w:rsid w:val="00655F55"/>
    <w:rsid w:val="00782C61"/>
    <w:rsid w:val="00796530"/>
    <w:rsid w:val="007D0ADB"/>
    <w:rsid w:val="00915C09"/>
    <w:rsid w:val="00931DCF"/>
    <w:rsid w:val="00AB13DD"/>
    <w:rsid w:val="00BC0245"/>
    <w:rsid w:val="00BF2911"/>
    <w:rsid w:val="00D92BCC"/>
    <w:rsid w:val="00E14843"/>
    <w:rsid w:val="00EB17A1"/>
    <w:rsid w:val="00F4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374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796530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796530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9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260</TotalTime>
  <Pages>1</Pages>
  <Words>279</Words>
  <Characters>1594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7</cp:revision>
  <dcterms:created xsi:type="dcterms:W3CDTF">2016-12-14T12:33:00Z</dcterms:created>
  <dcterms:modified xsi:type="dcterms:W3CDTF">2016-12-28T12:12:00Z</dcterms:modified>
</cp:coreProperties>
</file>